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6E5" w:rsidRDefault="00E42A9C" w:rsidP="005626E5">
      <w:r>
        <w:pict>
          <v:shapetype id="_x0000_t202" coordsize="21600,21600" o:spt="202" path="m,l,21600r21600,l21600,xe">
            <v:stroke joinstyle="miter"/>
            <v:path gradientshapeok="t" o:connecttype="rect"/>
          </v:shapetype>
          <v:shape id="_x0000_s1031" type="#_x0000_t202" style="position:absolute;margin-left:0;margin-top:108pt;width:540pt;height:486pt;z-index:251659264;mso-position-horizontal:center" filled="f" stroked="f">
            <v:textbox style="mso-next-textbox:#_x0000_s1031">
              <w:txbxContent>
                <w:p w:rsidR="005D27B6" w:rsidRDefault="005D27B6" w:rsidP="005626E5">
                  <w:pPr>
                    <w:pStyle w:val="Beginyourletterhere"/>
                  </w:pPr>
                  <w:r>
                    <w:t>The following questions will be utilized to check for understanding of the basic electricity concepts included in Chapter 1 and 2 of the black 3 Ring Binders (White Pages). After constructing projects 1-4 the students will bring their project to the instructor for verification and a check on learning.</w:t>
                  </w:r>
                </w:p>
                <w:p w:rsidR="005D27B6" w:rsidRDefault="005D27B6" w:rsidP="005626E5">
                  <w:pPr>
                    <w:pStyle w:val="Beginyourletterhere"/>
                  </w:pPr>
                </w:p>
                <w:p w:rsidR="005D27B6" w:rsidRDefault="005D27B6" w:rsidP="005626E5">
                  <w:pPr>
                    <w:pStyle w:val="Beginyourletterhere"/>
                    <w:rPr>
                      <w:b/>
                      <w:sz w:val="24"/>
                    </w:rPr>
                  </w:pPr>
                  <w:r w:rsidRPr="004E3ED4">
                    <w:rPr>
                      <w:b/>
                      <w:sz w:val="24"/>
                    </w:rPr>
                    <w:t>PROJECT 1</w:t>
                  </w:r>
                </w:p>
                <w:p w:rsidR="005D27B6" w:rsidRDefault="005D27B6" w:rsidP="00CA042D">
                  <w:pPr>
                    <w:pStyle w:val="Beginyourletterhere"/>
                    <w:numPr>
                      <w:ilvl w:val="0"/>
                      <w:numId w:val="13"/>
                    </w:numPr>
                    <w:rPr>
                      <w:szCs w:val="20"/>
                    </w:rPr>
                  </w:pPr>
                  <w:r>
                    <w:rPr>
                      <w:szCs w:val="20"/>
                    </w:rPr>
                    <w:t>What type of reaction is happening in the batteries?  (CHEMICAL)</w:t>
                  </w:r>
                </w:p>
                <w:p w:rsidR="005D27B6" w:rsidRDefault="005D27B6" w:rsidP="00CA042D">
                  <w:pPr>
                    <w:pStyle w:val="Beginyourletterhere"/>
                    <w:numPr>
                      <w:ilvl w:val="0"/>
                      <w:numId w:val="13"/>
                    </w:numPr>
                    <w:rPr>
                      <w:szCs w:val="20"/>
                    </w:rPr>
                  </w:pPr>
                  <w:r>
                    <w:rPr>
                      <w:szCs w:val="20"/>
                    </w:rPr>
                    <w:t>The flow of electricity goes from what pole to what pole (Pos to Neg)</w:t>
                  </w:r>
                </w:p>
                <w:p w:rsidR="005D27B6" w:rsidRDefault="005D27B6" w:rsidP="00CA042D">
                  <w:pPr>
                    <w:pStyle w:val="Beginyourletterhere"/>
                    <w:numPr>
                      <w:ilvl w:val="0"/>
                      <w:numId w:val="13"/>
                    </w:numPr>
                    <w:rPr>
                      <w:szCs w:val="20"/>
                    </w:rPr>
                  </w:pPr>
                  <w:r>
                    <w:rPr>
                      <w:szCs w:val="20"/>
                    </w:rPr>
                    <w:t>What type of circuit do you have when the switch is off?  (Open Circuit)</w:t>
                  </w:r>
                </w:p>
                <w:p w:rsidR="005D27B6" w:rsidRDefault="005D27B6" w:rsidP="00CA042D">
                  <w:pPr>
                    <w:pStyle w:val="Beginyourletterhere"/>
                    <w:numPr>
                      <w:ilvl w:val="0"/>
                      <w:numId w:val="13"/>
                    </w:numPr>
                    <w:rPr>
                      <w:szCs w:val="20"/>
                    </w:rPr>
                  </w:pPr>
                  <w:r>
                    <w:rPr>
                      <w:szCs w:val="20"/>
                    </w:rPr>
                    <w:t>What type of circuit do you have when the switch is on? (Closed Circuit)</w:t>
                  </w:r>
                </w:p>
                <w:p w:rsidR="005D27B6" w:rsidRDefault="005D27B6" w:rsidP="00CA042D">
                  <w:pPr>
                    <w:pStyle w:val="Beginyourletterhere"/>
                    <w:numPr>
                      <w:ilvl w:val="0"/>
                      <w:numId w:val="13"/>
                    </w:numPr>
                    <w:rPr>
                      <w:szCs w:val="20"/>
                    </w:rPr>
                  </w:pPr>
                  <w:r>
                    <w:rPr>
                      <w:szCs w:val="20"/>
                    </w:rPr>
                    <w:t>The chemical reaction in the battery is converted into ___________ energy? (Electrical)</w:t>
                  </w:r>
                </w:p>
                <w:p w:rsidR="005D27B6" w:rsidRDefault="005D27B6" w:rsidP="00CA042D">
                  <w:pPr>
                    <w:pStyle w:val="Beginyourletterhere"/>
                    <w:numPr>
                      <w:ilvl w:val="0"/>
                      <w:numId w:val="13"/>
                    </w:numPr>
                    <w:rPr>
                      <w:szCs w:val="20"/>
                    </w:rPr>
                  </w:pPr>
                  <w:r>
                    <w:rPr>
                      <w:szCs w:val="20"/>
                    </w:rPr>
                    <w:t>The electrical energy in project one is converted into what two kinds of energy? (Heat and Light)</w:t>
                  </w:r>
                </w:p>
                <w:p w:rsidR="005D27B6" w:rsidRDefault="005D27B6" w:rsidP="00CA042D">
                  <w:pPr>
                    <w:pStyle w:val="Beginyourletterhere"/>
                    <w:rPr>
                      <w:b/>
                      <w:sz w:val="24"/>
                    </w:rPr>
                  </w:pPr>
                  <w:r>
                    <w:rPr>
                      <w:b/>
                      <w:sz w:val="24"/>
                    </w:rPr>
                    <w:t>PROJECT 2</w:t>
                  </w:r>
                </w:p>
                <w:p w:rsidR="005D27B6" w:rsidRDefault="005D27B6" w:rsidP="0042736D">
                  <w:pPr>
                    <w:pStyle w:val="Beginyourletterhere"/>
                    <w:numPr>
                      <w:ilvl w:val="0"/>
                      <w:numId w:val="16"/>
                    </w:numPr>
                    <w:rPr>
                      <w:szCs w:val="20"/>
                    </w:rPr>
                  </w:pPr>
                  <w:r>
                    <w:rPr>
                      <w:szCs w:val="20"/>
                    </w:rPr>
                    <w:t>In this project, electrical energy is changed into what type of energy? (MECHANICAL)</w:t>
                  </w:r>
                </w:p>
                <w:p w:rsidR="005D27B6" w:rsidRDefault="005D27B6" w:rsidP="0042736D">
                  <w:pPr>
                    <w:pStyle w:val="Beginyourletterhere"/>
                    <w:numPr>
                      <w:ilvl w:val="0"/>
                      <w:numId w:val="16"/>
                    </w:numPr>
                    <w:rPr>
                      <w:szCs w:val="20"/>
                    </w:rPr>
                  </w:pPr>
                  <w:r>
                    <w:rPr>
                      <w:szCs w:val="20"/>
                    </w:rPr>
                    <w:t>What type of motor is used in the circuit? Give some examples. (DC. Drill, toothbrush, toy train)</w:t>
                  </w:r>
                </w:p>
                <w:p w:rsidR="005D27B6" w:rsidRDefault="005D27B6" w:rsidP="0042736D">
                  <w:pPr>
                    <w:pStyle w:val="Beginyourletterhere"/>
                    <w:numPr>
                      <w:ilvl w:val="0"/>
                      <w:numId w:val="16"/>
                    </w:numPr>
                    <w:rPr>
                      <w:szCs w:val="20"/>
                    </w:rPr>
                  </w:pPr>
                  <w:r>
                    <w:rPr>
                      <w:szCs w:val="20"/>
                    </w:rPr>
                    <w:t>If you were to remove any of the #2 Snap circuits, would the fan still work? Why? (NO. It is an open circuit)</w:t>
                  </w:r>
                </w:p>
                <w:p w:rsidR="005D27B6" w:rsidRDefault="005D27B6" w:rsidP="0042736D">
                  <w:pPr>
                    <w:pStyle w:val="Beginyourletterhere"/>
                    <w:numPr>
                      <w:ilvl w:val="0"/>
                      <w:numId w:val="16"/>
                    </w:numPr>
                    <w:rPr>
                      <w:szCs w:val="20"/>
                    </w:rPr>
                  </w:pPr>
                  <w:r>
                    <w:rPr>
                      <w:szCs w:val="20"/>
                    </w:rPr>
                    <w:t>What does DC stand for? (Direct Current)</w:t>
                  </w:r>
                </w:p>
                <w:p w:rsidR="005D27B6" w:rsidRDefault="005D27B6" w:rsidP="0042736D">
                  <w:pPr>
                    <w:pStyle w:val="Beginyourletterhere"/>
                    <w:numPr>
                      <w:ilvl w:val="0"/>
                      <w:numId w:val="16"/>
                    </w:numPr>
                    <w:rPr>
                      <w:szCs w:val="20"/>
                    </w:rPr>
                  </w:pPr>
                  <w:r>
                    <w:rPr>
                      <w:szCs w:val="20"/>
                    </w:rPr>
                    <w:t>In this circuit, the motor is set up with the POS (+) pole in line with the POS (+) pole of the battery. This is known as reverse polarity. What is polarity? (The direction of the flow of electricity) What would happen to the direction of the fan if you changed the polarity? (Spin in opposite direction)</w:t>
                  </w:r>
                </w:p>
                <w:p w:rsidR="005D27B6" w:rsidRDefault="005D27B6" w:rsidP="005539F1">
                  <w:pPr>
                    <w:pStyle w:val="Beginyourletterhere"/>
                    <w:rPr>
                      <w:b/>
                      <w:sz w:val="24"/>
                    </w:rPr>
                  </w:pPr>
                  <w:r>
                    <w:rPr>
                      <w:b/>
                      <w:sz w:val="24"/>
                    </w:rPr>
                    <w:t xml:space="preserve">PROJECT 3 </w:t>
                  </w:r>
                </w:p>
                <w:p w:rsidR="005D27B6" w:rsidRPr="005539F1" w:rsidRDefault="005D27B6" w:rsidP="005539F1">
                  <w:pPr>
                    <w:pStyle w:val="Beginyourletterhere"/>
                    <w:numPr>
                      <w:ilvl w:val="0"/>
                      <w:numId w:val="17"/>
                    </w:numPr>
                    <w:rPr>
                      <w:b/>
                      <w:sz w:val="24"/>
                    </w:rPr>
                  </w:pPr>
                  <w:r>
                    <w:rPr>
                      <w:szCs w:val="20"/>
                    </w:rPr>
                    <w:t>In this project, electrical energy is changed into what type of energy? (SOUND)</w:t>
                  </w:r>
                </w:p>
                <w:p w:rsidR="005D27B6" w:rsidRPr="005539F1" w:rsidRDefault="005D27B6" w:rsidP="005539F1">
                  <w:pPr>
                    <w:pStyle w:val="Beginyourletterhere"/>
                    <w:numPr>
                      <w:ilvl w:val="0"/>
                      <w:numId w:val="17"/>
                    </w:numPr>
                    <w:rPr>
                      <w:b/>
                      <w:sz w:val="24"/>
                    </w:rPr>
                  </w:pPr>
                  <w:r>
                    <w:rPr>
                      <w:szCs w:val="20"/>
                    </w:rPr>
                    <w:t>What is an IC? (INTEGRATED CIRCUIT)(P.4 Gold pages)</w:t>
                  </w:r>
                </w:p>
                <w:p w:rsidR="005D27B6" w:rsidRPr="005539F1" w:rsidRDefault="005D27B6" w:rsidP="005539F1">
                  <w:pPr>
                    <w:pStyle w:val="Beginyourletterhere"/>
                    <w:numPr>
                      <w:ilvl w:val="0"/>
                      <w:numId w:val="17"/>
                    </w:numPr>
                    <w:rPr>
                      <w:b/>
                      <w:sz w:val="24"/>
                    </w:rPr>
                  </w:pPr>
                  <w:r>
                    <w:rPr>
                      <w:szCs w:val="20"/>
                    </w:rPr>
                    <w:t>What is the WC? (Whistle Chip) How is it switched/activated? (SOUND)</w:t>
                  </w:r>
                </w:p>
                <w:p w:rsidR="005D27B6" w:rsidRDefault="005D27B6" w:rsidP="00CB4CA0">
                  <w:pPr>
                    <w:pStyle w:val="Beginyourletterhere"/>
                    <w:rPr>
                      <w:b/>
                      <w:sz w:val="24"/>
                    </w:rPr>
                  </w:pPr>
                  <w:r>
                    <w:rPr>
                      <w:b/>
                      <w:sz w:val="24"/>
                    </w:rPr>
                    <w:t>PROJECT 4</w:t>
                  </w:r>
                </w:p>
                <w:p w:rsidR="005D27B6" w:rsidRDefault="005D27B6" w:rsidP="005D27B6">
                  <w:pPr>
                    <w:pStyle w:val="Beginyourletterhere"/>
                    <w:numPr>
                      <w:ilvl w:val="0"/>
                      <w:numId w:val="18"/>
                    </w:numPr>
                    <w:rPr>
                      <w:szCs w:val="20"/>
                    </w:rPr>
                  </w:pPr>
                  <w:r>
                    <w:rPr>
                      <w:szCs w:val="20"/>
                    </w:rPr>
                    <w:t>In this project you changed the amount of current flowing to the speaker, what part in the circuit did this? (RESISTOR)</w:t>
                  </w:r>
                </w:p>
                <w:p w:rsidR="005D27B6" w:rsidRDefault="005D27B6" w:rsidP="005D27B6">
                  <w:pPr>
                    <w:pStyle w:val="Beginyourletterhere"/>
                    <w:numPr>
                      <w:ilvl w:val="0"/>
                      <w:numId w:val="18"/>
                    </w:numPr>
                    <w:rPr>
                      <w:szCs w:val="20"/>
                    </w:rPr>
                  </w:pPr>
                  <w:r>
                    <w:rPr>
                      <w:szCs w:val="20"/>
                    </w:rPr>
                    <w:t>Resistance is measured in what unit? (OHMs)</w:t>
                  </w:r>
                </w:p>
                <w:p w:rsidR="005D27B6" w:rsidRDefault="005D27B6" w:rsidP="005D27B6">
                  <w:pPr>
                    <w:pStyle w:val="Beginyourletterhere"/>
                    <w:rPr>
                      <w:szCs w:val="20"/>
                    </w:rPr>
                  </w:pPr>
                </w:p>
                <w:p w:rsidR="005D27B6" w:rsidRPr="005D27B6" w:rsidRDefault="005D27B6" w:rsidP="005D27B6">
                  <w:pPr>
                    <w:pStyle w:val="Beginyourletterhere"/>
                    <w:rPr>
                      <w:szCs w:val="20"/>
                    </w:rPr>
                  </w:pPr>
                  <w:r>
                    <w:rPr>
                      <w:szCs w:val="20"/>
                    </w:rPr>
                    <w:t>PROJECTS 5-12 will be completed at the students pace</w:t>
                  </w:r>
                  <w:r w:rsidR="00481147">
                    <w:rPr>
                      <w:szCs w:val="20"/>
                    </w:rPr>
                    <w:t xml:space="preserve"> utilizing the handouts in the black binders.</w:t>
                  </w:r>
                  <w:r w:rsidR="00B62B2F">
                    <w:rPr>
                      <w:szCs w:val="20"/>
                    </w:rPr>
                    <w:t xml:space="preserve"> The students will complete this within </w:t>
                  </w:r>
                  <w:r w:rsidR="00B62B2F" w:rsidRPr="00276EBD">
                    <w:rPr>
                      <w:b/>
                      <w:szCs w:val="20"/>
                      <w:u w:val="single"/>
                    </w:rPr>
                    <w:t>5 days of beginning</w:t>
                  </w:r>
                  <w:r w:rsidR="00B62B2F">
                    <w:rPr>
                      <w:szCs w:val="20"/>
                    </w:rPr>
                    <w:t xml:space="preserve">. </w:t>
                  </w:r>
                </w:p>
                <w:p w:rsidR="005D27B6" w:rsidRDefault="005D27B6"/>
              </w:txbxContent>
            </v:textbox>
          </v:shape>
        </w:pict>
      </w:r>
      <w:r>
        <w:pict>
          <v:shape id="_x0000_s1027" type="#_x0000_t202" style="position:absolute;margin-left:292.05pt;margin-top:18.2pt;width:189pt;height:81pt;z-index:251656192" filled="f" stroked="f">
            <v:textbox style="mso-next-textbox:#_x0000_s1027">
              <w:txbxContent>
                <w:p w:rsidR="005D27B6" w:rsidRDefault="005D27B6" w:rsidP="005626E5">
                  <w:pPr>
                    <w:pStyle w:val="EnterCompanyName"/>
                  </w:pPr>
                  <w:r>
                    <w:t xml:space="preserve">HMS </w:t>
                  </w:r>
                </w:p>
                <w:p w:rsidR="005D27B6" w:rsidRDefault="00A74A44" w:rsidP="005626E5">
                  <w:pPr>
                    <w:pStyle w:val="EnterCompanyName"/>
                  </w:pPr>
                  <w:r>
                    <w:t>Electrical Engineering</w:t>
                  </w:r>
                  <w:r w:rsidR="005D27B6">
                    <w:t xml:space="preserve"> </w:t>
                  </w:r>
                </w:p>
                <w:p w:rsidR="005D27B6" w:rsidRPr="007C6892" w:rsidRDefault="00A74A44" w:rsidP="005626E5">
                  <w:pPr>
                    <w:pStyle w:val="EnterCompanyName"/>
                  </w:pPr>
                  <w:r>
                    <w:t>8th</w:t>
                  </w:r>
                  <w:r w:rsidR="005D27B6">
                    <w:t xml:space="preserve"> Grade</w:t>
                  </w:r>
                </w:p>
              </w:txbxContent>
            </v:textbox>
          </v:shape>
        </w:pict>
      </w:r>
      <w:r w:rsidR="00291CF8">
        <w:rPr>
          <w:noProof/>
        </w:rPr>
        <w:drawing>
          <wp:anchor distT="0" distB="0" distL="114300" distR="114300" simplePos="0" relativeHeight="251658240" behindDoc="1" locked="0" layoutInCell="1" allowOverlap="1">
            <wp:simplePos x="0" y="0"/>
            <wp:positionH relativeFrom="column">
              <wp:posOffset>-1205865</wp:posOffset>
            </wp:positionH>
            <wp:positionV relativeFrom="paragraph">
              <wp:posOffset>-911860</wp:posOffset>
            </wp:positionV>
            <wp:extent cx="7772400" cy="10058400"/>
            <wp:effectExtent l="19050" t="0" r="0" b="0"/>
            <wp:wrapNone/>
            <wp:docPr id="6" name="Picture 6" descr="UrbanMod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rbanModern"/>
                    <pic:cNvPicPr>
                      <a:picLocks noChangeAspect="1" noChangeArrowheads="1"/>
                    </pic:cNvPicPr>
                  </pic:nvPicPr>
                  <pic:blipFill>
                    <a:blip r:embed="rId5"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5626E5">
        <w:softHyphen/>
      </w:r>
      <w:r w:rsidR="005626E5">
        <w:softHyphen/>
      </w:r>
    </w:p>
    <w:sectPr w:rsidR="005626E5" w:rsidSect="005626E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B649A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A88E400"/>
    <w:lvl w:ilvl="0">
      <w:start w:val="1"/>
      <w:numFmt w:val="decimal"/>
      <w:lvlText w:val="%1."/>
      <w:lvlJc w:val="left"/>
      <w:pPr>
        <w:tabs>
          <w:tab w:val="num" w:pos="1800"/>
        </w:tabs>
        <w:ind w:left="1800" w:hanging="360"/>
      </w:pPr>
    </w:lvl>
  </w:abstractNum>
  <w:abstractNum w:abstractNumId="2">
    <w:nsid w:val="FFFFFF7D"/>
    <w:multiLevelType w:val="singleLevel"/>
    <w:tmpl w:val="CDF488E8"/>
    <w:lvl w:ilvl="0">
      <w:start w:val="1"/>
      <w:numFmt w:val="decimal"/>
      <w:lvlText w:val="%1."/>
      <w:lvlJc w:val="left"/>
      <w:pPr>
        <w:tabs>
          <w:tab w:val="num" w:pos="1440"/>
        </w:tabs>
        <w:ind w:left="1440" w:hanging="360"/>
      </w:pPr>
    </w:lvl>
  </w:abstractNum>
  <w:abstractNum w:abstractNumId="3">
    <w:nsid w:val="FFFFFF7E"/>
    <w:multiLevelType w:val="singleLevel"/>
    <w:tmpl w:val="E7F090BE"/>
    <w:lvl w:ilvl="0">
      <w:start w:val="1"/>
      <w:numFmt w:val="decimal"/>
      <w:lvlText w:val="%1."/>
      <w:lvlJc w:val="left"/>
      <w:pPr>
        <w:tabs>
          <w:tab w:val="num" w:pos="1080"/>
        </w:tabs>
        <w:ind w:left="1080" w:hanging="360"/>
      </w:pPr>
    </w:lvl>
  </w:abstractNum>
  <w:abstractNum w:abstractNumId="4">
    <w:nsid w:val="FFFFFF7F"/>
    <w:multiLevelType w:val="singleLevel"/>
    <w:tmpl w:val="469A055E"/>
    <w:lvl w:ilvl="0">
      <w:start w:val="1"/>
      <w:numFmt w:val="decimal"/>
      <w:lvlText w:val="%1."/>
      <w:lvlJc w:val="left"/>
      <w:pPr>
        <w:tabs>
          <w:tab w:val="num" w:pos="720"/>
        </w:tabs>
        <w:ind w:left="720" w:hanging="360"/>
      </w:pPr>
    </w:lvl>
  </w:abstractNum>
  <w:abstractNum w:abstractNumId="5">
    <w:nsid w:val="FFFFFF80"/>
    <w:multiLevelType w:val="singleLevel"/>
    <w:tmpl w:val="B7D4E96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21043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098963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54025B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EF4D118"/>
    <w:lvl w:ilvl="0">
      <w:start w:val="1"/>
      <w:numFmt w:val="decimal"/>
      <w:lvlText w:val="%1."/>
      <w:lvlJc w:val="left"/>
      <w:pPr>
        <w:tabs>
          <w:tab w:val="num" w:pos="360"/>
        </w:tabs>
        <w:ind w:left="360" w:hanging="360"/>
      </w:pPr>
    </w:lvl>
  </w:abstractNum>
  <w:abstractNum w:abstractNumId="10">
    <w:nsid w:val="FFFFFF89"/>
    <w:multiLevelType w:val="singleLevel"/>
    <w:tmpl w:val="489CEA3A"/>
    <w:lvl w:ilvl="0">
      <w:start w:val="1"/>
      <w:numFmt w:val="bullet"/>
      <w:lvlText w:val=""/>
      <w:lvlJc w:val="left"/>
      <w:pPr>
        <w:tabs>
          <w:tab w:val="num" w:pos="360"/>
        </w:tabs>
        <w:ind w:left="360" w:hanging="360"/>
      </w:pPr>
      <w:rPr>
        <w:rFonts w:ascii="Symbol" w:hAnsi="Symbol" w:hint="default"/>
      </w:rPr>
    </w:lvl>
  </w:abstractNum>
  <w:abstractNum w:abstractNumId="11">
    <w:nsid w:val="0C1F2DE2"/>
    <w:multiLevelType w:val="hybridMultilevel"/>
    <w:tmpl w:val="C4C0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734A43"/>
    <w:multiLevelType w:val="hybridMultilevel"/>
    <w:tmpl w:val="5F42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0F542D"/>
    <w:multiLevelType w:val="hybridMultilevel"/>
    <w:tmpl w:val="115E9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7C0C99"/>
    <w:multiLevelType w:val="hybridMultilevel"/>
    <w:tmpl w:val="DDB4E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E27DCF"/>
    <w:multiLevelType w:val="hybridMultilevel"/>
    <w:tmpl w:val="772E8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411CE1"/>
    <w:multiLevelType w:val="hybridMultilevel"/>
    <w:tmpl w:val="1556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EA5A71"/>
    <w:multiLevelType w:val="hybridMultilevel"/>
    <w:tmpl w:val="DAFCB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1"/>
  </w:num>
  <w:num w:numId="13">
    <w:abstractNumId w:val="13"/>
  </w:num>
  <w:num w:numId="14">
    <w:abstractNumId w:val="14"/>
  </w:num>
  <w:num w:numId="15">
    <w:abstractNumId w:val="17"/>
  </w:num>
  <w:num w:numId="16">
    <w:abstractNumId w:val="16"/>
  </w:num>
  <w:num w:numId="17">
    <w:abstractNumId w:val="15"/>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compat/>
  <w:rsids>
    <w:rsidRoot w:val="004E3ED4"/>
    <w:rsid w:val="00276EBD"/>
    <w:rsid w:val="00291CF8"/>
    <w:rsid w:val="00391F25"/>
    <w:rsid w:val="0042736D"/>
    <w:rsid w:val="00481147"/>
    <w:rsid w:val="004E3ED4"/>
    <w:rsid w:val="005539F1"/>
    <w:rsid w:val="005626E5"/>
    <w:rsid w:val="005D27B6"/>
    <w:rsid w:val="0073726F"/>
    <w:rsid w:val="00A74A44"/>
    <w:rsid w:val="00B62B2F"/>
    <w:rsid w:val="00CA042D"/>
    <w:rsid w:val="00CB4CA0"/>
    <w:rsid w:val="00CE6765"/>
    <w:rsid w:val="00D01728"/>
    <w:rsid w:val="00E42A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7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terCompanyName">
    <w:name w:val="Enter Company Name"/>
    <w:basedOn w:val="Normal"/>
    <w:link w:val="EnterCompanyNameChar"/>
    <w:qFormat/>
    <w:rsid w:val="00D01728"/>
    <w:pPr>
      <w:jc w:val="right"/>
    </w:pPr>
    <w:rPr>
      <w:rFonts w:ascii="Arial" w:hAnsi="Arial"/>
      <w:b/>
      <w:color w:val="006666"/>
      <w:sz w:val="28"/>
    </w:rPr>
  </w:style>
  <w:style w:type="paragraph" w:customStyle="1" w:styleId="Beginyourletterhere">
    <w:name w:val="Begin your letter here"/>
    <w:basedOn w:val="Normal"/>
    <w:link w:val="BeginyourletterhereChar"/>
    <w:qFormat/>
    <w:rsid w:val="00D01728"/>
    <w:rPr>
      <w:rFonts w:ascii="Arial" w:hAnsi="Arial"/>
      <w:color w:val="006666"/>
      <w:sz w:val="20"/>
    </w:rPr>
  </w:style>
  <w:style w:type="character" w:customStyle="1" w:styleId="EnterCompanyNameChar">
    <w:name w:val="Enter Company Name Char"/>
    <w:basedOn w:val="DefaultParagraphFont"/>
    <w:link w:val="EnterCompanyName"/>
    <w:rsid w:val="00D01728"/>
    <w:rPr>
      <w:rFonts w:ascii="Arial" w:hAnsi="Arial"/>
      <w:b/>
      <w:color w:val="006666"/>
      <w:sz w:val="28"/>
      <w:szCs w:val="24"/>
    </w:rPr>
  </w:style>
  <w:style w:type="paragraph" w:customStyle="1" w:styleId="Address01">
    <w:name w:val="Address 01"/>
    <w:basedOn w:val="Normal"/>
    <w:link w:val="Address01Char"/>
    <w:qFormat/>
    <w:rsid w:val="00D01728"/>
    <w:rPr>
      <w:rFonts w:ascii="Arial" w:hAnsi="Arial"/>
      <w:color w:val="006666"/>
      <w:sz w:val="18"/>
    </w:rPr>
  </w:style>
  <w:style w:type="character" w:customStyle="1" w:styleId="BeginyourletterhereChar">
    <w:name w:val="Begin your letter here Char"/>
    <w:basedOn w:val="DefaultParagraphFont"/>
    <w:link w:val="Beginyourletterhere"/>
    <w:rsid w:val="00D01728"/>
    <w:rPr>
      <w:rFonts w:ascii="Arial" w:hAnsi="Arial"/>
      <w:color w:val="006666"/>
      <w:szCs w:val="24"/>
    </w:rPr>
  </w:style>
  <w:style w:type="character" w:customStyle="1" w:styleId="Address01Char">
    <w:name w:val="Address 01 Char"/>
    <w:basedOn w:val="DefaultParagraphFont"/>
    <w:link w:val="Address01"/>
    <w:rsid w:val="00D01728"/>
    <w:rPr>
      <w:rFonts w:ascii="Arial" w:hAnsi="Arial"/>
      <w:color w:val="006666"/>
      <w:sz w:val="1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ary\Application%20Data\Microsoft\Templates\HP_UrbanModern_Letterhead_TP1037966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HP_UrbanModern_Letterhead_TP10379664.dot</Template>
  <TotalTime>137</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geary</cp:lastModifiedBy>
  <cp:revision>5</cp:revision>
  <cp:lastPrinted>2007-03-15T14:36:00Z</cp:lastPrinted>
  <dcterms:created xsi:type="dcterms:W3CDTF">2013-05-15T18:42:00Z</dcterms:created>
  <dcterms:modified xsi:type="dcterms:W3CDTF">2017-10-11T17:41:00Z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TC103796649990</vt:lpwstr>
  </property>
</Properties>
</file>